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E5A" w:rsidRDefault="00E54E5A">
      <w:pPr>
        <w:spacing w:line="360" w:lineRule="auto"/>
        <w:jc w:val="center"/>
        <w:rPr>
          <w:b/>
          <w:u w:val="single"/>
        </w:rPr>
      </w:pPr>
    </w:p>
    <w:p w:rsidR="00E54E5A" w:rsidRDefault="00E54E5A" w:rsidP="00F0167D">
      <w:pPr>
        <w:pStyle w:val="Nagwek2"/>
        <w:widowControl/>
        <w:spacing w:line="360" w:lineRule="auto"/>
        <w:rPr>
          <w:sz w:val="28"/>
        </w:rPr>
      </w:pPr>
      <w:r w:rsidRPr="00F46EEC">
        <w:rPr>
          <w:sz w:val="28"/>
        </w:rPr>
        <w:t>WZÓR FORMULARZA OFERTY</w:t>
      </w:r>
      <w:r>
        <w:rPr>
          <w:sz w:val="28"/>
        </w:rPr>
        <w:t xml:space="preserve"> </w:t>
      </w:r>
    </w:p>
    <w:p w:rsidR="00C96A96" w:rsidRPr="00C96A96" w:rsidRDefault="00C96A96" w:rsidP="00C96A96"/>
    <w:p w:rsidR="00E54E5A" w:rsidRDefault="00547289">
      <w:pPr>
        <w:spacing w:line="360" w:lineRule="auto"/>
        <w:ind w:left="709" w:hanging="425"/>
        <w:jc w:val="center"/>
        <w:rPr>
          <w:b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196215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54E5A" w:rsidRDefault="00E54E5A"/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E54E5A" w:rsidRDefault="00E54E5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9pt;margin-top:15.45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" filled="f" strokeweight=".25pt">
                <v:textbox inset="1pt,1pt,1pt,1pt">
                  <w:txbxContent>
                    <w:p w:rsidR="00E54E5A" w:rsidRDefault="00E54E5A"/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E54E5A" w:rsidRDefault="00E54E5A"/>
                  </w:txbxContent>
                </v:textbox>
              </v:roundrect>
            </w:pict>
          </mc:Fallback>
        </mc:AlternateContent>
      </w: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 w:rsidP="00A95AC8">
      <w:pPr>
        <w:spacing w:line="360" w:lineRule="auto"/>
        <w:jc w:val="both"/>
      </w:pPr>
    </w:p>
    <w:p w:rsidR="00E54E5A" w:rsidRDefault="00F05F2F">
      <w:pPr>
        <w:ind w:firstLine="3969"/>
        <w:rPr>
          <w:b/>
        </w:rPr>
      </w:pPr>
      <w:r w:rsidRPr="00F05F2F">
        <w:rPr>
          <w:b/>
        </w:rPr>
        <w:t>Gmina Śrem</w:t>
      </w:r>
    </w:p>
    <w:p w:rsidR="00E54E5A" w:rsidRDefault="00F05F2F">
      <w:pPr>
        <w:ind w:left="3969"/>
        <w:rPr>
          <w:b/>
        </w:rPr>
      </w:pPr>
      <w:r w:rsidRPr="00F05F2F">
        <w:rPr>
          <w:b/>
        </w:rPr>
        <w:t>Plac 20 Października</w:t>
      </w:r>
      <w:r w:rsidR="00E54E5A">
        <w:rPr>
          <w:b/>
        </w:rPr>
        <w:t xml:space="preserve"> </w:t>
      </w:r>
      <w:r w:rsidRPr="00F05F2F">
        <w:rPr>
          <w:b/>
        </w:rPr>
        <w:t>1</w:t>
      </w:r>
    </w:p>
    <w:p w:rsidR="00E54E5A" w:rsidRDefault="00F05F2F" w:rsidP="00C96A96">
      <w:pPr>
        <w:ind w:firstLine="3969"/>
        <w:rPr>
          <w:b/>
        </w:rPr>
      </w:pPr>
      <w:r w:rsidRPr="00F05F2F">
        <w:rPr>
          <w:b/>
        </w:rPr>
        <w:t>63-100</w:t>
      </w:r>
      <w:r w:rsidR="00E54E5A">
        <w:rPr>
          <w:b/>
        </w:rPr>
        <w:t xml:space="preserve"> </w:t>
      </w:r>
      <w:r w:rsidRPr="00F05F2F">
        <w:rPr>
          <w:b/>
        </w:rPr>
        <w:t>Śrem</w:t>
      </w:r>
    </w:p>
    <w:p w:rsidR="00C96A96" w:rsidRDefault="00C96A96" w:rsidP="00C96A96">
      <w:pPr>
        <w:ind w:firstLine="3969"/>
        <w:rPr>
          <w:b/>
        </w:rPr>
      </w:pPr>
    </w:p>
    <w:p w:rsidR="00C96A96" w:rsidRDefault="00C96A96" w:rsidP="00C96A96">
      <w:pPr>
        <w:ind w:firstLine="3969"/>
        <w:rPr>
          <w:b/>
        </w:rPr>
      </w:pPr>
    </w:p>
    <w:p w:rsidR="00C96A96" w:rsidRPr="00C96A96" w:rsidRDefault="00C96A96" w:rsidP="00C96A96">
      <w:pPr>
        <w:ind w:firstLine="3969"/>
        <w:rPr>
          <w:b/>
        </w:rPr>
      </w:pPr>
    </w:p>
    <w:p w:rsidR="00E54E5A" w:rsidRDefault="00E54E5A">
      <w:pPr>
        <w:spacing w:line="360" w:lineRule="auto"/>
        <w:jc w:val="both"/>
      </w:pPr>
    </w:p>
    <w:p w:rsidR="00E54E5A" w:rsidRDefault="00E54E5A" w:rsidP="00637863">
      <w:pPr>
        <w:spacing w:line="360" w:lineRule="auto"/>
        <w:jc w:val="both"/>
      </w:pPr>
      <w:r>
        <w:t xml:space="preserve">Nawiązując do </w:t>
      </w:r>
      <w:r w:rsidR="000F18FA">
        <w:t>ogłoszonego zamówienia</w:t>
      </w:r>
      <w:r>
        <w:t xml:space="preserve"> w trybie „</w:t>
      </w:r>
      <w:r w:rsidR="00F05F2F" w:rsidRPr="00F05F2F">
        <w:rPr>
          <w:b/>
        </w:rPr>
        <w:t>przetarg nieograniczony</w:t>
      </w:r>
      <w:r>
        <w:t>” na:</w:t>
      </w:r>
    </w:p>
    <w:p w:rsidR="00E54E5A" w:rsidRDefault="00E54E5A" w:rsidP="00637863">
      <w:pPr>
        <w:spacing w:line="360" w:lineRule="auto"/>
        <w:jc w:val="both"/>
      </w:pPr>
      <w:r>
        <w:t>„</w:t>
      </w:r>
      <w:r w:rsidR="00F05F2F" w:rsidRPr="00F05F2F">
        <w:rPr>
          <w:b/>
        </w:rPr>
        <w:t>Utrzymanie czystości i porządku dróg gminnych i wewnętrznych będących w zarządzie gminy Śrem</w:t>
      </w:r>
      <w:r>
        <w:t>”.</w:t>
      </w:r>
    </w:p>
    <w:p w:rsidR="00E54E5A" w:rsidRDefault="00E54E5A">
      <w:pPr>
        <w:spacing w:line="360" w:lineRule="auto"/>
        <w:ind w:hanging="284"/>
        <w:jc w:val="both"/>
      </w:pPr>
    </w:p>
    <w:p w:rsidR="00C96A96" w:rsidRDefault="00E54E5A" w:rsidP="00C96A96">
      <w:pPr>
        <w:numPr>
          <w:ilvl w:val="0"/>
          <w:numId w:val="32"/>
        </w:numPr>
        <w:spacing w:line="360" w:lineRule="auto"/>
        <w:jc w:val="both"/>
      </w:pPr>
      <w:r>
        <w:t xml:space="preserve">oferujemy wykonanie </w:t>
      </w:r>
      <w:r w:rsidR="00354AC4">
        <w:t>poszczególnych części przedmiotu zamówienia</w:t>
      </w:r>
      <w:r>
        <w:t>, stosując niżej wymienione stawki:</w:t>
      </w:r>
    </w:p>
    <w:p w:rsidR="00C96A96" w:rsidRDefault="00C96A96" w:rsidP="00C96A96">
      <w:pPr>
        <w:spacing w:line="360" w:lineRule="auto"/>
        <w:ind w:left="76"/>
        <w:jc w:val="both"/>
      </w:pPr>
    </w:p>
    <w:tbl>
      <w:tblPr>
        <w:tblStyle w:val="Tabela-Siatka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1620"/>
        <w:gridCol w:w="7918"/>
      </w:tblGrid>
      <w:tr w:rsidR="00354AC4" w:rsidTr="00C57DDD">
        <w:trPr>
          <w:trHeight w:val="704"/>
        </w:trPr>
        <w:tc>
          <w:tcPr>
            <w:tcW w:w="1620" w:type="dxa"/>
            <w:vAlign w:val="center"/>
          </w:tcPr>
          <w:p w:rsidR="00354AC4" w:rsidRPr="00306360" w:rsidRDefault="00C57DDD" w:rsidP="00C57DDD">
            <w:pPr>
              <w:jc w:val="center"/>
              <w:rPr>
                <w:b/>
              </w:rPr>
            </w:pPr>
            <w:r w:rsidRPr="00306360">
              <w:rPr>
                <w:b/>
              </w:rPr>
              <w:t>Zadanie częściowe nr</w:t>
            </w:r>
          </w:p>
        </w:tc>
        <w:tc>
          <w:tcPr>
            <w:tcW w:w="7918" w:type="dxa"/>
            <w:vAlign w:val="center"/>
          </w:tcPr>
          <w:p w:rsidR="00354AC4" w:rsidRPr="00306360" w:rsidRDefault="00354AC4" w:rsidP="00C57DDD">
            <w:pPr>
              <w:jc w:val="center"/>
              <w:rPr>
                <w:b/>
              </w:rPr>
            </w:pPr>
            <w:r w:rsidRPr="00306360">
              <w:rPr>
                <w:b/>
              </w:rPr>
              <w:t>Cena oferty</w:t>
            </w:r>
          </w:p>
        </w:tc>
      </w:tr>
      <w:tr w:rsidR="00F05F2F" w:rsidTr="00987E7A">
        <w:trPr>
          <w:trHeight w:val="5081"/>
        </w:trPr>
        <w:tc>
          <w:tcPr>
            <w:tcW w:w="1620" w:type="dxa"/>
          </w:tcPr>
          <w:p w:rsidR="00F05F2F" w:rsidRDefault="00F05F2F" w:rsidP="008402F9">
            <w:pPr>
              <w:spacing w:line="360" w:lineRule="auto"/>
              <w:jc w:val="both"/>
            </w:pPr>
            <w:r w:rsidRPr="00F05F2F">
              <w:t>1</w:t>
            </w:r>
          </w:p>
        </w:tc>
        <w:tc>
          <w:tcPr>
            <w:tcW w:w="7918" w:type="dxa"/>
          </w:tcPr>
          <w:p w:rsidR="00F05F2F" w:rsidRDefault="00F05F2F" w:rsidP="008402F9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F05F2F">
              <w:t xml:space="preserve">Zamówienie obejmuje utrzymanie czystości i porządku dróg gminnych i wewnętrznych będących w zarządzie gminy Śrem. </w:t>
            </w:r>
          </w:p>
          <w:p w:rsidR="001302C0" w:rsidRPr="00F05F2F" w:rsidRDefault="001302C0" w:rsidP="008402F9">
            <w:pPr>
              <w:spacing w:line="360" w:lineRule="auto"/>
              <w:jc w:val="both"/>
            </w:pPr>
          </w:p>
          <w:p w:rsidR="00C96A96" w:rsidRPr="00C96A96" w:rsidRDefault="00F05F2F" w:rsidP="008402F9">
            <w:pPr>
              <w:spacing w:line="360" w:lineRule="auto"/>
              <w:jc w:val="both"/>
            </w:pPr>
            <w:r w:rsidRPr="00F05F2F">
              <w:t xml:space="preserve">I CZĘŚĆ - OSIEDLE JEZIORANY - pow. </w:t>
            </w:r>
            <w:r w:rsidR="00057A08">
              <w:t>99.328</w:t>
            </w:r>
            <w:r w:rsidRPr="001302C0">
              <w:t xml:space="preserve">,57 </w:t>
            </w:r>
            <w:r w:rsidRPr="00F05F2F">
              <w:t>m2</w:t>
            </w:r>
          </w:p>
          <w:p w:rsidR="00F05F2F" w:rsidRDefault="00F05F2F" w:rsidP="008402F9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F05F2F">
              <w:t>1</w:t>
            </w:r>
            <w:r>
              <w:t xml:space="preserve"> wynosi kwotę netto</w:t>
            </w:r>
          </w:p>
          <w:p w:rsidR="00F05F2F" w:rsidRDefault="00F05F2F" w:rsidP="008402F9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C96A96" w:rsidRDefault="00C96A96" w:rsidP="008402F9">
            <w:pPr>
              <w:spacing w:line="360" w:lineRule="auto"/>
              <w:jc w:val="both"/>
            </w:pPr>
            <w:r>
              <w:t>przy ryczałcie miesięcznym o kwocie netto</w:t>
            </w:r>
          </w:p>
          <w:p w:rsidR="00C96A96" w:rsidRDefault="00C96A96" w:rsidP="008402F9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zł),</w:t>
            </w:r>
          </w:p>
          <w:p w:rsidR="00F05F2F" w:rsidRDefault="00F05F2F" w:rsidP="008402F9">
            <w:pPr>
              <w:spacing w:line="360" w:lineRule="auto"/>
              <w:jc w:val="both"/>
            </w:pPr>
            <w:r>
              <w:t>natomiast wraz z należnym podatkiem VAT w wysokości ......%,</w:t>
            </w:r>
          </w:p>
          <w:p w:rsidR="00F05F2F" w:rsidRDefault="00F05F2F" w:rsidP="008402F9">
            <w:pPr>
              <w:spacing w:line="360" w:lineRule="auto"/>
              <w:jc w:val="both"/>
            </w:pPr>
            <w:r>
              <w:t>wynosi kwotę brutto</w:t>
            </w:r>
          </w:p>
          <w:p w:rsidR="00E82355" w:rsidRDefault="00F05F2F" w:rsidP="008402F9">
            <w:pPr>
              <w:spacing w:line="360" w:lineRule="auto"/>
              <w:jc w:val="both"/>
            </w:pPr>
            <w:r>
              <w:t>....................... zł (słownie: ..................................................</w:t>
            </w:r>
            <w:r w:rsidR="00C96A96">
              <w:t>........................... zł),</w:t>
            </w:r>
          </w:p>
          <w:p w:rsidR="00C96A96" w:rsidRDefault="00C96A96" w:rsidP="008402F9">
            <w:pPr>
              <w:spacing w:line="360" w:lineRule="auto"/>
              <w:jc w:val="both"/>
            </w:pPr>
            <w:r>
              <w:t>przy ryczałcie miesięcznym o kwocie brutto.</w:t>
            </w:r>
          </w:p>
        </w:tc>
      </w:tr>
      <w:tr w:rsidR="00F05F2F" w:rsidTr="00987E7A">
        <w:trPr>
          <w:trHeight w:val="4520"/>
        </w:trPr>
        <w:tc>
          <w:tcPr>
            <w:tcW w:w="1620" w:type="dxa"/>
          </w:tcPr>
          <w:p w:rsidR="00F05F2F" w:rsidRDefault="00F05F2F" w:rsidP="008402F9">
            <w:pPr>
              <w:spacing w:line="360" w:lineRule="auto"/>
              <w:jc w:val="both"/>
            </w:pPr>
            <w:r w:rsidRPr="00F05F2F">
              <w:lastRenderedPageBreak/>
              <w:t>2</w:t>
            </w:r>
          </w:p>
        </w:tc>
        <w:tc>
          <w:tcPr>
            <w:tcW w:w="7918" w:type="dxa"/>
          </w:tcPr>
          <w:p w:rsidR="00F05F2F" w:rsidRPr="00F05F2F" w:rsidRDefault="00F05F2F" w:rsidP="008402F9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F05F2F">
              <w:t xml:space="preserve">Zamówienie obejmuje wykonanie zadania - utrzymanie czystości </w:t>
            </w:r>
          </w:p>
          <w:p w:rsidR="00F05F2F" w:rsidRPr="00F05F2F" w:rsidRDefault="00F05F2F" w:rsidP="008402F9">
            <w:pPr>
              <w:spacing w:line="360" w:lineRule="auto"/>
              <w:jc w:val="both"/>
            </w:pPr>
            <w:r w:rsidRPr="00F05F2F">
              <w:t xml:space="preserve">i porządku dróg gminnych i wewnętrznych będących w zarządzie gminy Śrem. </w:t>
            </w:r>
          </w:p>
          <w:p w:rsidR="00F05F2F" w:rsidRDefault="00F05F2F" w:rsidP="008402F9">
            <w:pPr>
              <w:spacing w:line="360" w:lineRule="auto"/>
              <w:jc w:val="both"/>
            </w:pPr>
            <w:r w:rsidRPr="00F05F2F">
              <w:t xml:space="preserve">II CZĘŚĆ - OSIEDLE HELENKI - pow. </w:t>
            </w:r>
            <w:r w:rsidR="00057A08">
              <w:t>64.505</w:t>
            </w:r>
            <w:r w:rsidR="001302C0" w:rsidRPr="001302C0">
              <w:t>,5</w:t>
            </w:r>
            <w:r w:rsidRPr="001302C0">
              <w:t xml:space="preserve">0 </w:t>
            </w:r>
            <w:r w:rsidRPr="00F05F2F">
              <w:t>m2</w:t>
            </w:r>
          </w:p>
          <w:p w:rsidR="00C96A96" w:rsidRDefault="00C96A96" w:rsidP="00C96A96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F05F2F">
              <w:t>1</w:t>
            </w:r>
            <w:r>
              <w:t xml:space="preserve"> wynosi kwotę netto</w:t>
            </w:r>
          </w:p>
          <w:p w:rsidR="00C96A96" w:rsidRDefault="00C96A96" w:rsidP="00C96A96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C96A96" w:rsidRDefault="00C96A96" w:rsidP="00C96A96">
            <w:pPr>
              <w:spacing w:line="360" w:lineRule="auto"/>
              <w:jc w:val="both"/>
            </w:pPr>
            <w:r>
              <w:t>przy ryczałcie miesięcznym o kwocie netto</w:t>
            </w:r>
          </w:p>
          <w:p w:rsidR="00C96A96" w:rsidRDefault="00C96A96" w:rsidP="00C96A96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zł),</w:t>
            </w:r>
          </w:p>
          <w:p w:rsidR="00C96A96" w:rsidRDefault="00C96A96" w:rsidP="00C96A96">
            <w:pPr>
              <w:spacing w:line="360" w:lineRule="auto"/>
              <w:jc w:val="both"/>
            </w:pPr>
            <w:r>
              <w:t>natomiast wraz z należnym podatkiem VAT w wysokości ......%,</w:t>
            </w:r>
          </w:p>
          <w:p w:rsidR="00C96A96" w:rsidRDefault="00C96A96" w:rsidP="00C96A96">
            <w:pPr>
              <w:spacing w:line="360" w:lineRule="auto"/>
              <w:jc w:val="both"/>
            </w:pPr>
            <w:r>
              <w:t>wynosi kwotę brutto</w:t>
            </w:r>
          </w:p>
          <w:p w:rsidR="00C96A96" w:rsidRDefault="00C96A96" w:rsidP="00C96A96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zł),</w:t>
            </w:r>
          </w:p>
          <w:p w:rsidR="00F05F2F" w:rsidRDefault="00C96A96" w:rsidP="00C96A96">
            <w:pPr>
              <w:spacing w:line="360" w:lineRule="auto"/>
              <w:jc w:val="both"/>
            </w:pPr>
            <w:r>
              <w:t>przy ryczałcie miesięcznym o kwocie brutto.</w:t>
            </w:r>
          </w:p>
        </w:tc>
      </w:tr>
      <w:tr w:rsidR="00F05F2F" w:rsidTr="00987E7A">
        <w:trPr>
          <w:trHeight w:val="5350"/>
        </w:trPr>
        <w:tc>
          <w:tcPr>
            <w:tcW w:w="1620" w:type="dxa"/>
          </w:tcPr>
          <w:p w:rsidR="00F05F2F" w:rsidRDefault="00F05F2F" w:rsidP="008402F9">
            <w:pPr>
              <w:spacing w:line="360" w:lineRule="auto"/>
              <w:jc w:val="both"/>
            </w:pPr>
            <w:r w:rsidRPr="00F05F2F">
              <w:t>3</w:t>
            </w:r>
          </w:p>
        </w:tc>
        <w:tc>
          <w:tcPr>
            <w:tcW w:w="7918" w:type="dxa"/>
          </w:tcPr>
          <w:p w:rsidR="00F05F2F" w:rsidRPr="00F05F2F" w:rsidRDefault="00F05F2F" w:rsidP="008402F9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F05F2F">
              <w:t xml:space="preserve">Zamówienie obejmuje wykonanie zadania - utrzymanie czystości </w:t>
            </w:r>
          </w:p>
          <w:p w:rsidR="00F05F2F" w:rsidRPr="00F05F2F" w:rsidRDefault="00F05F2F" w:rsidP="008402F9">
            <w:pPr>
              <w:spacing w:line="360" w:lineRule="auto"/>
              <w:jc w:val="both"/>
            </w:pPr>
            <w:r w:rsidRPr="00F05F2F">
              <w:t xml:space="preserve">i porządku dróg gminnych i wewnętrznych będących w zarządzie gminy Śrem. </w:t>
            </w:r>
          </w:p>
          <w:p w:rsidR="00F05F2F" w:rsidRPr="00F05F2F" w:rsidRDefault="00F05F2F" w:rsidP="008402F9">
            <w:pPr>
              <w:spacing w:line="360" w:lineRule="auto"/>
              <w:jc w:val="both"/>
            </w:pPr>
          </w:p>
          <w:p w:rsidR="00F05F2F" w:rsidRPr="00A95AC8" w:rsidRDefault="00F05F2F" w:rsidP="008402F9">
            <w:pPr>
              <w:spacing w:line="360" w:lineRule="auto"/>
              <w:jc w:val="both"/>
              <w:rPr>
                <w:b/>
              </w:rPr>
            </w:pPr>
            <w:r w:rsidRPr="00F05F2F">
              <w:t xml:space="preserve">III CZĘŚĆ - LEWOBRZEŻNA CZĘŚĆ MIASTA ŚREM - pow. </w:t>
            </w:r>
            <w:r w:rsidR="00057A08">
              <w:t>107.903</w:t>
            </w:r>
            <w:r w:rsidR="001302C0" w:rsidRPr="00A95AC8">
              <w:t>,7</w:t>
            </w:r>
            <w:r w:rsidRPr="00A95AC8">
              <w:t>0 m2</w:t>
            </w:r>
          </w:p>
          <w:p w:rsidR="00C96A96" w:rsidRDefault="00C96A96" w:rsidP="00C96A96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F05F2F">
              <w:t>1</w:t>
            </w:r>
            <w:r>
              <w:t xml:space="preserve"> wynosi kwotę netto</w:t>
            </w:r>
          </w:p>
          <w:p w:rsidR="00C96A96" w:rsidRDefault="00C96A96" w:rsidP="00C96A96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C96A96" w:rsidRDefault="00C96A96" w:rsidP="00C96A96">
            <w:pPr>
              <w:spacing w:line="360" w:lineRule="auto"/>
              <w:jc w:val="both"/>
            </w:pPr>
            <w:r>
              <w:t>przy ryczałcie miesięcznym o kwocie netto</w:t>
            </w:r>
          </w:p>
          <w:p w:rsidR="00C96A96" w:rsidRDefault="00C96A96" w:rsidP="00C96A96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zł),</w:t>
            </w:r>
          </w:p>
          <w:p w:rsidR="00C96A96" w:rsidRDefault="00C96A96" w:rsidP="00C96A96">
            <w:pPr>
              <w:spacing w:line="360" w:lineRule="auto"/>
              <w:jc w:val="both"/>
            </w:pPr>
            <w:r>
              <w:t>natomiast wraz z należnym podatkiem VAT w wysokości ......%,</w:t>
            </w:r>
          </w:p>
          <w:p w:rsidR="00C96A96" w:rsidRDefault="00C96A96" w:rsidP="00C96A96">
            <w:pPr>
              <w:spacing w:line="360" w:lineRule="auto"/>
              <w:jc w:val="both"/>
            </w:pPr>
            <w:r>
              <w:t>wynosi kwotę brutto</w:t>
            </w:r>
          </w:p>
          <w:p w:rsidR="00C96A96" w:rsidRDefault="00C96A96" w:rsidP="00C96A96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zł),</w:t>
            </w:r>
          </w:p>
          <w:p w:rsidR="00F05F2F" w:rsidRDefault="00C96A96" w:rsidP="00C96A96">
            <w:pPr>
              <w:spacing w:line="360" w:lineRule="auto"/>
              <w:jc w:val="both"/>
            </w:pPr>
            <w:r>
              <w:t>przy ryczałcie miesięcznym o kwocie brutto.</w:t>
            </w:r>
          </w:p>
        </w:tc>
      </w:tr>
      <w:tr w:rsidR="00F05F2F" w:rsidTr="00987E7A">
        <w:trPr>
          <w:trHeight w:val="1685"/>
        </w:trPr>
        <w:tc>
          <w:tcPr>
            <w:tcW w:w="1620" w:type="dxa"/>
          </w:tcPr>
          <w:p w:rsidR="00F05F2F" w:rsidRDefault="00F05F2F" w:rsidP="008402F9">
            <w:pPr>
              <w:spacing w:line="360" w:lineRule="auto"/>
              <w:jc w:val="both"/>
            </w:pPr>
            <w:r w:rsidRPr="00F05F2F">
              <w:t>4</w:t>
            </w:r>
          </w:p>
        </w:tc>
        <w:tc>
          <w:tcPr>
            <w:tcW w:w="7918" w:type="dxa"/>
          </w:tcPr>
          <w:p w:rsidR="00F05F2F" w:rsidRPr="00F05F2F" w:rsidRDefault="00F05F2F" w:rsidP="008402F9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F05F2F">
              <w:t xml:space="preserve">Zamówienie obejmuje utrzymanie czystości i porządku dróg gminnych i wewnętrznych będących w zarządzie gminy Śrem. </w:t>
            </w:r>
          </w:p>
          <w:p w:rsidR="00F05F2F" w:rsidRPr="00F05F2F" w:rsidRDefault="00F05F2F" w:rsidP="008402F9">
            <w:pPr>
              <w:spacing w:line="360" w:lineRule="auto"/>
              <w:jc w:val="both"/>
            </w:pPr>
          </w:p>
          <w:p w:rsidR="00F05F2F" w:rsidRPr="00A95AC8" w:rsidRDefault="00F05F2F" w:rsidP="008402F9">
            <w:pPr>
              <w:spacing w:line="360" w:lineRule="auto"/>
              <w:jc w:val="both"/>
              <w:rPr>
                <w:b/>
              </w:rPr>
            </w:pPr>
            <w:r w:rsidRPr="00F05F2F">
              <w:t xml:space="preserve">IV CZĘŚĆ - PRAWOBRZEŻNA CZĘŚĆ MIASTA ŚREM - pow. </w:t>
            </w:r>
            <w:r w:rsidR="001302C0" w:rsidRPr="00A95AC8">
              <w:t>119.773,</w:t>
            </w:r>
            <w:r w:rsidRPr="00A95AC8">
              <w:t>5</w:t>
            </w:r>
            <w:r w:rsidR="001302C0" w:rsidRPr="00A95AC8">
              <w:t>0</w:t>
            </w:r>
            <w:r w:rsidRPr="00A95AC8">
              <w:t xml:space="preserve"> m2</w:t>
            </w:r>
          </w:p>
          <w:p w:rsidR="00C96A96" w:rsidRDefault="00C96A96" w:rsidP="00C96A96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F05F2F">
              <w:t>1</w:t>
            </w:r>
            <w:r>
              <w:t xml:space="preserve"> wynosi kwotę netto</w:t>
            </w:r>
          </w:p>
          <w:p w:rsidR="00C96A96" w:rsidRDefault="00C96A96" w:rsidP="00C96A96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C96A96" w:rsidRDefault="00C96A96" w:rsidP="00C96A96">
            <w:pPr>
              <w:spacing w:line="360" w:lineRule="auto"/>
              <w:jc w:val="both"/>
            </w:pPr>
            <w:r>
              <w:t>przy ryczałcie miesięcznym o kwocie netto</w:t>
            </w:r>
          </w:p>
          <w:p w:rsidR="00C96A96" w:rsidRDefault="00C96A96" w:rsidP="00C96A96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zł),</w:t>
            </w:r>
          </w:p>
          <w:p w:rsidR="00C96A96" w:rsidRDefault="00C96A96" w:rsidP="00C96A96">
            <w:pPr>
              <w:spacing w:line="360" w:lineRule="auto"/>
              <w:jc w:val="both"/>
            </w:pPr>
            <w:r>
              <w:lastRenderedPageBreak/>
              <w:t>natomiast wraz z należnym podatkiem VAT w wysokości ......%,</w:t>
            </w:r>
          </w:p>
          <w:p w:rsidR="00C96A96" w:rsidRDefault="00C96A96" w:rsidP="00C96A96">
            <w:pPr>
              <w:spacing w:line="360" w:lineRule="auto"/>
              <w:jc w:val="both"/>
            </w:pPr>
            <w:r>
              <w:t>wynosi kwotę brutto</w:t>
            </w:r>
          </w:p>
          <w:p w:rsidR="00C96A96" w:rsidRDefault="00C96A96" w:rsidP="00C96A96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zł),</w:t>
            </w:r>
          </w:p>
          <w:p w:rsidR="00F05F2F" w:rsidRDefault="00C96A96" w:rsidP="00C96A96">
            <w:pPr>
              <w:spacing w:line="360" w:lineRule="auto"/>
              <w:jc w:val="both"/>
            </w:pPr>
            <w:r>
              <w:t>przy ryczałcie miesięcznym o kwocie brutto.</w:t>
            </w:r>
          </w:p>
        </w:tc>
      </w:tr>
      <w:tr w:rsidR="00F05F2F" w:rsidTr="008402F9">
        <w:tc>
          <w:tcPr>
            <w:tcW w:w="1620" w:type="dxa"/>
          </w:tcPr>
          <w:p w:rsidR="00F05F2F" w:rsidRDefault="00F05F2F" w:rsidP="008402F9">
            <w:pPr>
              <w:spacing w:line="360" w:lineRule="auto"/>
              <w:jc w:val="both"/>
            </w:pPr>
            <w:r w:rsidRPr="00F05F2F">
              <w:lastRenderedPageBreak/>
              <w:t>5</w:t>
            </w:r>
          </w:p>
        </w:tc>
        <w:tc>
          <w:tcPr>
            <w:tcW w:w="7918" w:type="dxa"/>
          </w:tcPr>
          <w:p w:rsidR="00F05F2F" w:rsidRPr="00F05F2F" w:rsidRDefault="00F05F2F" w:rsidP="008402F9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F05F2F">
              <w:t xml:space="preserve">Zamówienie obejmuje wykonanie zadania - utrzymanie czystości </w:t>
            </w:r>
          </w:p>
          <w:p w:rsidR="00F05F2F" w:rsidRPr="00F05F2F" w:rsidRDefault="00F05F2F" w:rsidP="008402F9">
            <w:pPr>
              <w:spacing w:line="360" w:lineRule="auto"/>
              <w:jc w:val="both"/>
            </w:pPr>
            <w:r w:rsidRPr="00F05F2F">
              <w:t xml:space="preserve">i porządku dróg gminnych i wewnętrznych będących w zarządzie gminy Śrem. </w:t>
            </w:r>
          </w:p>
          <w:p w:rsidR="00F05F2F" w:rsidRPr="00F05F2F" w:rsidRDefault="00F05F2F" w:rsidP="008402F9">
            <w:pPr>
              <w:spacing w:line="360" w:lineRule="auto"/>
              <w:jc w:val="both"/>
            </w:pPr>
          </w:p>
          <w:p w:rsidR="00F05F2F" w:rsidRPr="00C57DDD" w:rsidRDefault="00F05F2F" w:rsidP="008402F9">
            <w:pPr>
              <w:spacing w:line="360" w:lineRule="auto"/>
              <w:jc w:val="both"/>
              <w:rPr>
                <w:b/>
              </w:rPr>
            </w:pPr>
            <w:r w:rsidRPr="00F05F2F">
              <w:t xml:space="preserve">V CZĘŚĆ - SOŁECTWA NOCHOWO, PSARSKIE, ZBRUDZEWO - pow. </w:t>
            </w:r>
            <w:r w:rsidR="00A95AC8" w:rsidRPr="00A95AC8">
              <w:t>70</w:t>
            </w:r>
            <w:r w:rsidR="001302C0" w:rsidRPr="00A95AC8">
              <w:t>.</w:t>
            </w:r>
            <w:r w:rsidR="00A95AC8" w:rsidRPr="00A95AC8">
              <w:t>276</w:t>
            </w:r>
            <w:r w:rsidRPr="00A95AC8">
              <w:t xml:space="preserve">,31 </w:t>
            </w:r>
            <w:r w:rsidRPr="00F05F2F">
              <w:t>m2</w:t>
            </w:r>
          </w:p>
          <w:p w:rsidR="00C96A96" w:rsidRDefault="00C96A96" w:rsidP="00C96A96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F05F2F">
              <w:t>1</w:t>
            </w:r>
            <w:r>
              <w:t xml:space="preserve"> wynosi kwotę netto</w:t>
            </w:r>
          </w:p>
          <w:p w:rsidR="00C96A96" w:rsidRDefault="00C96A96" w:rsidP="00C96A96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C96A96" w:rsidRDefault="00C96A96" w:rsidP="00C96A96">
            <w:pPr>
              <w:spacing w:line="360" w:lineRule="auto"/>
              <w:jc w:val="both"/>
            </w:pPr>
            <w:r>
              <w:t>przy ryczałcie miesięcznym o kwocie netto</w:t>
            </w:r>
          </w:p>
          <w:p w:rsidR="00C96A96" w:rsidRDefault="00C96A96" w:rsidP="00C96A96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zł),</w:t>
            </w:r>
          </w:p>
          <w:p w:rsidR="00C96A96" w:rsidRDefault="00C96A96" w:rsidP="00C96A96">
            <w:pPr>
              <w:spacing w:line="360" w:lineRule="auto"/>
              <w:jc w:val="both"/>
            </w:pPr>
            <w:r>
              <w:t>natomiast wraz z należnym podatkiem VAT w wysokości ......%,</w:t>
            </w:r>
          </w:p>
          <w:p w:rsidR="00C96A96" w:rsidRDefault="00C96A96" w:rsidP="00C96A96">
            <w:pPr>
              <w:spacing w:line="360" w:lineRule="auto"/>
              <w:jc w:val="both"/>
            </w:pPr>
            <w:r>
              <w:t>wynosi kwotę brutto</w:t>
            </w:r>
          </w:p>
          <w:p w:rsidR="00C96A96" w:rsidRDefault="00C96A96" w:rsidP="00C96A96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zł),</w:t>
            </w:r>
          </w:p>
          <w:p w:rsidR="00F05F2F" w:rsidRDefault="00C96A96" w:rsidP="00C96A96">
            <w:pPr>
              <w:spacing w:line="360" w:lineRule="auto"/>
              <w:jc w:val="both"/>
            </w:pPr>
            <w:r>
              <w:t>przy ryczałcie miesięcznym o kwocie brutto.</w:t>
            </w:r>
          </w:p>
        </w:tc>
      </w:tr>
    </w:tbl>
    <w:p w:rsidR="003440B4" w:rsidRDefault="00E54E5A" w:rsidP="00B4747F">
      <w:pPr>
        <w:spacing w:line="360" w:lineRule="auto"/>
        <w:ind w:hanging="284"/>
        <w:jc w:val="both"/>
      </w:pPr>
      <w:r>
        <w:tab/>
      </w:r>
    </w:p>
    <w:p w:rsidR="00C9585E" w:rsidRDefault="008A0597" w:rsidP="00C9585E">
      <w:pPr>
        <w:pStyle w:val="Akapitzlist"/>
        <w:numPr>
          <w:ilvl w:val="0"/>
          <w:numId w:val="32"/>
        </w:numPr>
        <w:tabs>
          <w:tab w:val="left" w:pos="6210"/>
        </w:tabs>
        <w:spacing w:line="360" w:lineRule="auto"/>
        <w:jc w:val="both"/>
      </w:pPr>
      <w:r>
        <w:t>Wymienione stawki</w:t>
      </w:r>
      <w:r w:rsidR="00B4747F">
        <w:t xml:space="preserve"> </w:t>
      </w:r>
      <w:r w:rsidR="00C96A96">
        <w:t xml:space="preserve">w wysokości ryczałtu miesięcznego </w:t>
      </w:r>
      <w:r w:rsidR="00B4747F">
        <w:t>opierają się na poniższym kosztorysie:</w:t>
      </w:r>
    </w:p>
    <w:tbl>
      <w:tblPr>
        <w:tblStyle w:val="Tabela-Siatka"/>
        <w:tblW w:w="5247" w:type="pct"/>
        <w:tblLook w:val="04A0" w:firstRow="1" w:lastRow="0" w:firstColumn="1" w:lastColumn="0" w:noHBand="0" w:noVBand="1"/>
      </w:tblPr>
      <w:tblGrid>
        <w:gridCol w:w="395"/>
        <w:gridCol w:w="1532"/>
        <w:gridCol w:w="1304"/>
        <w:gridCol w:w="1304"/>
        <w:gridCol w:w="1304"/>
        <w:gridCol w:w="1306"/>
        <w:gridCol w:w="1304"/>
        <w:gridCol w:w="1296"/>
      </w:tblGrid>
      <w:tr w:rsidR="00590CCD" w:rsidTr="00B4747F">
        <w:trPr>
          <w:cantSplit/>
          <w:trHeight w:val="288"/>
        </w:trPr>
        <w:tc>
          <w:tcPr>
            <w:tcW w:w="203" w:type="pct"/>
          </w:tcPr>
          <w:p w:rsidR="00353120" w:rsidRPr="00353120" w:rsidRDefault="00353120" w:rsidP="003440B4">
            <w:pPr>
              <w:spacing w:line="360" w:lineRule="auto"/>
              <w:rPr>
                <w:b/>
              </w:rPr>
            </w:pPr>
          </w:p>
        </w:tc>
        <w:tc>
          <w:tcPr>
            <w:tcW w:w="786" w:type="pct"/>
          </w:tcPr>
          <w:p w:rsidR="00353120" w:rsidRPr="00353120" w:rsidRDefault="00353120" w:rsidP="008C2797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Nazwa</w:t>
            </w:r>
          </w:p>
        </w:tc>
        <w:tc>
          <w:tcPr>
            <w:tcW w:w="669" w:type="pct"/>
          </w:tcPr>
          <w:p w:rsidR="00353120" w:rsidRPr="00353120" w:rsidRDefault="00353120" w:rsidP="003440B4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Robocizna</w:t>
            </w:r>
          </w:p>
        </w:tc>
        <w:tc>
          <w:tcPr>
            <w:tcW w:w="669" w:type="pct"/>
          </w:tcPr>
          <w:p w:rsidR="00353120" w:rsidRPr="00353120" w:rsidRDefault="00353120" w:rsidP="003440B4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Sprzęt</w:t>
            </w:r>
          </w:p>
        </w:tc>
        <w:tc>
          <w:tcPr>
            <w:tcW w:w="669" w:type="pct"/>
          </w:tcPr>
          <w:p w:rsidR="00353120" w:rsidRPr="00353120" w:rsidRDefault="003440B4" w:rsidP="003440B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Materiał</w:t>
            </w:r>
            <w:r w:rsidR="00353120" w:rsidRPr="00353120">
              <w:rPr>
                <w:b/>
              </w:rPr>
              <w:t>y</w:t>
            </w:r>
          </w:p>
        </w:tc>
        <w:tc>
          <w:tcPr>
            <w:tcW w:w="670" w:type="pct"/>
          </w:tcPr>
          <w:p w:rsidR="00353120" w:rsidRPr="00353120" w:rsidRDefault="003440B4" w:rsidP="003440B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KP</w:t>
            </w:r>
          </w:p>
        </w:tc>
        <w:tc>
          <w:tcPr>
            <w:tcW w:w="669" w:type="pct"/>
          </w:tcPr>
          <w:p w:rsidR="00353120" w:rsidRPr="00353120" w:rsidRDefault="00353120" w:rsidP="003440B4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Zysk</w:t>
            </w:r>
          </w:p>
        </w:tc>
        <w:tc>
          <w:tcPr>
            <w:tcW w:w="665" w:type="pct"/>
          </w:tcPr>
          <w:p w:rsidR="00353120" w:rsidRPr="00353120" w:rsidRDefault="00353120" w:rsidP="003440B4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RAZEM</w:t>
            </w:r>
          </w:p>
        </w:tc>
      </w:tr>
      <w:tr w:rsidR="00590CCD" w:rsidTr="00590CCD">
        <w:trPr>
          <w:trHeight w:val="380"/>
        </w:trPr>
        <w:tc>
          <w:tcPr>
            <w:tcW w:w="203" w:type="pct"/>
          </w:tcPr>
          <w:p w:rsidR="00353120" w:rsidRDefault="00353120" w:rsidP="00353120">
            <w:pPr>
              <w:pStyle w:val="Akapitzlist"/>
              <w:numPr>
                <w:ilvl w:val="0"/>
                <w:numId w:val="35"/>
              </w:numPr>
              <w:spacing w:line="360" w:lineRule="auto"/>
            </w:pPr>
          </w:p>
        </w:tc>
        <w:tc>
          <w:tcPr>
            <w:tcW w:w="786" w:type="pct"/>
          </w:tcPr>
          <w:p w:rsidR="00353120" w:rsidRDefault="00353120" w:rsidP="008C2797">
            <w:pPr>
              <w:spacing w:line="360" w:lineRule="auto"/>
            </w:pPr>
            <w:r>
              <w:t>I CZĘŚĆ</w:t>
            </w:r>
          </w:p>
        </w:tc>
        <w:tc>
          <w:tcPr>
            <w:tcW w:w="669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69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69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70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69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65" w:type="pct"/>
          </w:tcPr>
          <w:p w:rsidR="00353120" w:rsidRDefault="00353120">
            <w:pPr>
              <w:spacing w:line="360" w:lineRule="auto"/>
              <w:jc w:val="both"/>
            </w:pPr>
          </w:p>
        </w:tc>
      </w:tr>
      <w:tr w:rsidR="00590CCD" w:rsidTr="00590CCD">
        <w:trPr>
          <w:trHeight w:val="244"/>
        </w:trPr>
        <w:tc>
          <w:tcPr>
            <w:tcW w:w="203" w:type="pct"/>
          </w:tcPr>
          <w:p w:rsidR="00353120" w:rsidRDefault="00353120" w:rsidP="00353120">
            <w:pPr>
              <w:pStyle w:val="Akapitzlist"/>
              <w:numPr>
                <w:ilvl w:val="0"/>
                <w:numId w:val="35"/>
              </w:numPr>
              <w:spacing w:line="360" w:lineRule="auto"/>
              <w:jc w:val="both"/>
            </w:pPr>
          </w:p>
        </w:tc>
        <w:tc>
          <w:tcPr>
            <w:tcW w:w="786" w:type="pct"/>
          </w:tcPr>
          <w:p w:rsidR="00353120" w:rsidRDefault="00353120" w:rsidP="008C2797">
            <w:pPr>
              <w:spacing w:line="360" w:lineRule="auto"/>
            </w:pPr>
            <w:r>
              <w:t>II CZĘŚĆ</w:t>
            </w:r>
          </w:p>
        </w:tc>
        <w:tc>
          <w:tcPr>
            <w:tcW w:w="669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69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69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70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69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65" w:type="pct"/>
          </w:tcPr>
          <w:p w:rsidR="00353120" w:rsidRDefault="00353120">
            <w:pPr>
              <w:spacing w:line="360" w:lineRule="auto"/>
              <w:jc w:val="both"/>
            </w:pPr>
          </w:p>
        </w:tc>
      </w:tr>
      <w:tr w:rsidR="00590CCD" w:rsidTr="00590CCD">
        <w:trPr>
          <w:trHeight w:val="221"/>
        </w:trPr>
        <w:tc>
          <w:tcPr>
            <w:tcW w:w="203" w:type="pct"/>
          </w:tcPr>
          <w:p w:rsidR="00353120" w:rsidRDefault="00353120" w:rsidP="00353120">
            <w:pPr>
              <w:pStyle w:val="Akapitzlist"/>
              <w:numPr>
                <w:ilvl w:val="0"/>
                <w:numId w:val="35"/>
              </w:numPr>
              <w:spacing w:line="360" w:lineRule="auto"/>
              <w:jc w:val="both"/>
            </w:pPr>
          </w:p>
        </w:tc>
        <w:tc>
          <w:tcPr>
            <w:tcW w:w="786" w:type="pct"/>
          </w:tcPr>
          <w:p w:rsidR="00353120" w:rsidRDefault="00353120" w:rsidP="008C2797">
            <w:pPr>
              <w:spacing w:line="360" w:lineRule="auto"/>
              <w:jc w:val="both"/>
            </w:pPr>
            <w:r>
              <w:t>III CZĘŚĆ</w:t>
            </w:r>
          </w:p>
        </w:tc>
        <w:tc>
          <w:tcPr>
            <w:tcW w:w="669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69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69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70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69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65" w:type="pct"/>
          </w:tcPr>
          <w:p w:rsidR="00353120" w:rsidRDefault="00353120">
            <w:pPr>
              <w:spacing w:line="360" w:lineRule="auto"/>
              <w:jc w:val="both"/>
            </w:pPr>
          </w:p>
        </w:tc>
      </w:tr>
      <w:tr w:rsidR="00590CCD" w:rsidTr="00590CCD">
        <w:trPr>
          <w:trHeight w:val="241"/>
        </w:trPr>
        <w:tc>
          <w:tcPr>
            <w:tcW w:w="203" w:type="pct"/>
          </w:tcPr>
          <w:p w:rsidR="00353120" w:rsidRDefault="00353120" w:rsidP="00353120">
            <w:pPr>
              <w:pStyle w:val="Akapitzlist"/>
              <w:numPr>
                <w:ilvl w:val="0"/>
                <w:numId w:val="35"/>
              </w:numPr>
              <w:spacing w:line="360" w:lineRule="auto"/>
              <w:jc w:val="both"/>
            </w:pPr>
          </w:p>
        </w:tc>
        <w:tc>
          <w:tcPr>
            <w:tcW w:w="786" w:type="pct"/>
          </w:tcPr>
          <w:p w:rsidR="00353120" w:rsidRDefault="00353120" w:rsidP="008C2797">
            <w:pPr>
              <w:spacing w:line="360" w:lineRule="auto"/>
              <w:jc w:val="both"/>
            </w:pPr>
            <w:r>
              <w:t>IV CZĘŚĆ</w:t>
            </w:r>
          </w:p>
        </w:tc>
        <w:tc>
          <w:tcPr>
            <w:tcW w:w="669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69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69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70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69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65" w:type="pct"/>
          </w:tcPr>
          <w:p w:rsidR="00353120" w:rsidRDefault="00353120">
            <w:pPr>
              <w:spacing w:line="360" w:lineRule="auto"/>
              <w:jc w:val="both"/>
            </w:pPr>
          </w:p>
        </w:tc>
      </w:tr>
      <w:tr w:rsidR="00590CCD" w:rsidTr="00590CCD">
        <w:trPr>
          <w:trHeight w:val="248"/>
        </w:trPr>
        <w:tc>
          <w:tcPr>
            <w:tcW w:w="203" w:type="pct"/>
          </w:tcPr>
          <w:p w:rsidR="00353120" w:rsidRDefault="00353120" w:rsidP="00353120">
            <w:pPr>
              <w:pStyle w:val="Akapitzlist"/>
              <w:numPr>
                <w:ilvl w:val="0"/>
                <w:numId w:val="35"/>
              </w:numPr>
              <w:spacing w:line="360" w:lineRule="auto"/>
              <w:jc w:val="both"/>
            </w:pPr>
          </w:p>
        </w:tc>
        <w:tc>
          <w:tcPr>
            <w:tcW w:w="786" w:type="pct"/>
          </w:tcPr>
          <w:p w:rsidR="00353120" w:rsidRDefault="00353120" w:rsidP="008C2797">
            <w:pPr>
              <w:spacing w:line="360" w:lineRule="auto"/>
              <w:jc w:val="both"/>
            </w:pPr>
            <w:r>
              <w:t>V CZĘŚĆ</w:t>
            </w:r>
          </w:p>
        </w:tc>
        <w:tc>
          <w:tcPr>
            <w:tcW w:w="669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69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69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70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69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65" w:type="pct"/>
          </w:tcPr>
          <w:p w:rsidR="00353120" w:rsidRDefault="00353120">
            <w:pPr>
              <w:spacing w:line="360" w:lineRule="auto"/>
              <w:jc w:val="both"/>
            </w:pPr>
          </w:p>
        </w:tc>
      </w:tr>
      <w:tr w:rsidR="00590CCD" w:rsidTr="00590CCD">
        <w:trPr>
          <w:trHeight w:val="225"/>
        </w:trPr>
        <w:tc>
          <w:tcPr>
            <w:tcW w:w="203" w:type="pct"/>
          </w:tcPr>
          <w:p w:rsidR="00353120" w:rsidRDefault="00353120" w:rsidP="008C2797">
            <w:pPr>
              <w:spacing w:line="360" w:lineRule="auto"/>
              <w:jc w:val="both"/>
            </w:pPr>
          </w:p>
        </w:tc>
        <w:tc>
          <w:tcPr>
            <w:tcW w:w="786" w:type="pct"/>
          </w:tcPr>
          <w:p w:rsidR="00353120" w:rsidRDefault="003440B4">
            <w:pPr>
              <w:spacing w:line="360" w:lineRule="auto"/>
              <w:jc w:val="both"/>
            </w:pPr>
            <w:r>
              <w:t>Razem netto</w:t>
            </w:r>
          </w:p>
        </w:tc>
        <w:tc>
          <w:tcPr>
            <w:tcW w:w="669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69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69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70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69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65" w:type="pct"/>
          </w:tcPr>
          <w:p w:rsidR="00353120" w:rsidRDefault="00353120">
            <w:pPr>
              <w:spacing w:line="360" w:lineRule="auto"/>
              <w:jc w:val="both"/>
            </w:pPr>
          </w:p>
        </w:tc>
      </w:tr>
      <w:tr w:rsidR="00590CCD" w:rsidTr="00590CCD">
        <w:trPr>
          <w:trHeight w:val="231"/>
        </w:trPr>
        <w:tc>
          <w:tcPr>
            <w:tcW w:w="203" w:type="pct"/>
          </w:tcPr>
          <w:p w:rsidR="00353120" w:rsidRDefault="00353120" w:rsidP="008C2797">
            <w:pPr>
              <w:spacing w:line="360" w:lineRule="auto"/>
              <w:jc w:val="both"/>
            </w:pPr>
          </w:p>
        </w:tc>
        <w:tc>
          <w:tcPr>
            <w:tcW w:w="786" w:type="pct"/>
          </w:tcPr>
          <w:p w:rsidR="00353120" w:rsidRDefault="003440B4">
            <w:pPr>
              <w:spacing w:line="360" w:lineRule="auto"/>
              <w:jc w:val="both"/>
            </w:pPr>
            <w:r>
              <w:t>VAT</w:t>
            </w:r>
          </w:p>
        </w:tc>
        <w:tc>
          <w:tcPr>
            <w:tcW w:w="669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69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69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70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69" w:type="pct"/>
          </w:tcPr>
          <w:p w:rsidR="00353120" w:rsidRDefault="00353120">
            <w:pPr>
              <w:spacing w:line="360" w:lineRule="auto"/>
              <w:jc w:val="both"/>
            </w:pPr>
          </w:p>
        </w:tc>
        <w:tc>
          <w:tcPr>
            <w:tcW w:w="665" w:type="pct"/>
          </w:tcPr>
          <w:p w:rsidR="00353120" w:rsidRDefault="00353120">
            <w:pPr>
              <w:spacing w:line="360" w:lineRule="auto"/>
              <w:jc w:val="both"/>
            </w:pPr>
          </w:p>
        </w:tc>
      </w:tr>
      <w:tr w:rsidR="00590CCD" w:rsidTr="00590CCD">
        <w:trPr>
          <w:trHeight w:val="109"/>
        </w:trPr>
        <w:tc>
          <w:tcPr>
            <w:tcW w:w="203" w:type="pct"/>
          </w:tcPr>
          <w:p w:rsidR="003440B4" w:rsidRDefault="003440B4" w:rsidP="008C2797">
            <w:pPr>
              <w:spacing w:line="360" w:lineRule="auto"/>
              <w:jc w:val="both"/>
            </w:pPr>
          </w:p>
        </w:tc>
        <w:tc>
          <w:tcPr>
            <w:tcW w:w="786" w:type="pct"/>
          </w:tcPr>
          <w:p w:rsidR="003440B4" w:rsidRDefault="003440B4">
            <w:pPr>
              <w:spacing w:line="360" w:lineRule="auto"/>
              <w:jc w:val="both"/>
            </w:pPr>
            <w:r>
              <w:t>Razem brutto</w:t>
            </w:r>
          </w:p>
        </w:tc>
        <w:tc>
          <w:tcPr>
            <w:tcW w:w="669" w:type="pct"/>
          </w:tcPr>
          <w:p w:rsidR="003440B4" w:rsidRDefault="003440B4">
            <w:pPr>
              <w:spacing w:line="360" w:lineRule="auto"/>
              <w:jc w:val="both"/>
            </w:pPr>
          </w:p>
        </w:tc>
        <w:tc>
          <w:tcPr>
            <w:tcW w:w="669" w:type="pct"/>
          </w:tcPr>
          <w:p w:rsidR="003440B4" w:rsidRDefault="003440B4">
            <w:pPr>
              <w:spacing w:line="360" w:lineRule="auto"/>
              <w:jc w:val="both"/>
            </w:pPr>
          </w:p>
        </w:tc>
        <w:tc>
          <w:tcPr>
            <w:tcW w:w="669" w:type="pct"/>
          </w:tcPr>
          <w:p w:rsidR="003440B4" w:rsidRDefault="003440B4">
            <w:pPr>
              <w:spacing w:line="360" w:lineRule="auto"/>
              <w:jc w:val="both"/>
            </w:pPr>
          </w:p>
        </w:tc>
        <w:tc>
          <w:tcPr>
            <w:tcW w:w="670" w:type="pct"/>
          </w:tcPr>
          <w:p w:rsidR="003440B4" w:rsidRDefault="003440B4">
            <w:pPr>
              <w:spacing w:line="360" w:lineRule="auto"/>
              <w:jc w:val="both"/>
            </w:pPr>
          </w:p>
        </w:tc>
        <w:tc>
          <w:tcPr>
            <w:tcW w:w="669" w:type="pct"/>
          </w:tcPr>
          <w:p w:rsidR="003440B4" w:rsidRDefault="003440B4">
            <w:pPr>
              <w:spacing w:line="360" w:lineRule="auto"/>
              <w:jc w:val="both"/>
            </w:pPr>
          </w:p>
        </w:tc>
        <w:tc>
          <w:tcPr>
            <w:tcW w:w="665" w:type="pct"/>
          </w:tcPr>
          <w:p w:rsidR="003440B4" w:rsidRDefault="003440B4">
            <w:pPr>
              <w:spacing w:line="360" w:lineRule="auto"/>
              <w:jc w:val="both"/>
            </w:pPr>
          </w:p>
        </w:tc>
      </w:tr>
    </w:tbl>
    <w:p w:rsidR="00E54E5A" w:rsidRDefault="00E54E5A" w:rsidP="00C33979">
      <w:pPr>
        <w:numPr>
          <w:ilvl w:val="0"/>
          <w:numId w:val="32"/>
        </w:numPr>
        <w:spacing w:line="360" w:lineRule="auto"/>
        <w:jc w:val="both"/>
      </w:pPr>
      <w:r>
        <w:t>oświadczamy, że zapoznaliśmy się ze specyfikacją istotnych warunków zamówienia i uznajemy się za związanych określonymi w niej zasadami postępowania,</w:t>
      </w:r>
    </w:p>
    <w:p w:rsidR="00E54E5A" w:rsidRDefault="00E54E5A">
      <w:pPr>
        <w:spacing w:line="360" w:lineRule="auto"/>
        <w:ind w:hanging="284"/>
        <w:jc w:val="both"/>
      </w:pPr>
    </w:p>
    <w:p w:rsidR="00E54E5A" w:rsidRDefault="00E54E5A" w:rsidP="00C33979">
      <w:pPr>
        <w:numPr>
          <w:ilvl w:val="0"/>
          <w:numId w:val="32"/>
        </w:numPr>
        <w:spacing w:line="360" w:lineRule="auto"/>
        <w:jc w:val="both"/>
      </w:pPr>
      <w:r>
        <w:lastRenderedPageBreak/>
        <w:t>oświadczamy, że uważamy się za związanych niniejszą of</w:t>
      </w:r>
      <w:r w:rsidR="00C33979">
        <w:t xml:space="preserve">ertą częściową na czas wskazany </w:t>
      </w:r>
      <w:r>
        <w:t>w specyfikacji istotnych warunków zamówienia,</w:t>
      </w:r>
    </w:p>
    <w:p w:rsidR="00E54E5A" w:rsidRDefault="00E54E5A">
      <w:pPr>
        <w:spacing w:line="360" w:lineRule="auto"/>
        <w:ind w:left="284" w:hanging="568"/>
        <w:jc w:val="both"/>
      </w:pPr>
    </w:p>
    <w:p w:rsidR="00E54E5A" w:rsidRDefault="00E54E5A" w:rsidP="00F52B87">
      <w:pPr>
        <w:numPr>
          <w:ilvl w:val="0"/>
          <w:numId w:val="32"/>
        </w:numPr>
        <w:spacing w:line="360" w:lineRule="auto"/>
        <w:jc w:val="both"/>
      </w:pPr>
      <w:r>
        <w:t>prosimy o zwrot pieniędzy wniesionych tytułem wadium na konto*:</w:t>
      </w:r>
    </w:p>
    <w:p w:rsidR="00E54E5A" w:rsidRDefault="00F52B87">
      <w:pPr>
        <w:spacing w:line="360" w:lineRule="auto"/>
      </w:pPr>
      <w:r>
        <w:t xml:space="preserve"> </w:t>
      </w:r>
      <w:r w:rsidR="00E54E5A">
        <w:t>................................................................................................................................,</w:t>
      </w:r>
    </w:p>
    <w:p w:rsidR="00E54E5A" w:rsidRDefault="00E54E5A">
      <w:pPr>
        <w:spacing w:line="360" w:lineRule="auto"/>
        <w:ind w:left="284" w:hanging="284"/>
        <w:jc w:val="both"/>
        <w:rPr>
          <w:i/>
        </w:rPr>
      </w:pPr>
      <w:r>
        <w:rPr>
          <w:i/>
        </w:rPr>
        <w:t>* dotyczy tych wykonawców, którzy wnoszą wadium gotówką</w:t>
      </w:r>
    </w:p>
    <w:p w:rsidR="00E54E5A" w:rsidRDefault="00E54E5A">
      <w:pPr>
        <w:spacing w:line="360" w:lineRule="auto"/>
        <w:ind w:hanging="284"/>
        <w:jc w:val="both"/>
      </w:pPr>
    </w:p>
    <w:p w:rsidR="00F52B87" w:rsidRDefault="00E54E5A" w:rsidP="00F52B87">
      <w:pPr>
        <w:numPr>
          <w:ilvl w:val="0"/>
          <w:numId w:val="32"/>
        </w:numPr>
        <w:spacing w:line="360" w:lineRule="auto"/>
        <w:jc w:val="both"/>
      </w:pPr>
      <w:r>
        <w:t>oświadczamy, że zapoznaliśmy się z istotnymi postanowieniami umowy, które zostały zawarte w Specyfikacji Istotnych Warunków Zamówienia i zobowiązujemy się w przypadku wyboru naszej oferty częściowej do zawarcia umowy na zawartych tam warunkach w miejscu i terminie wyznaczonym przez Zamawiającego.</w:t>
      </w:r>
    </w:p>
    <w:p w:rsidR="00F52B87" w:rsidRDefault="00F52B87" w:rsidP="00F52B87">
      <w:pPr>
        <w:spacing w:line="360" w:lineRule="auto"/>
        <w:ind w:left="-284"/>
        <w:jc w:val="both"/>
      </w:pPr>
    </w:p>
    <w:p w:rsidR="00E52CEE" w:rsidRPr="00B71068" w:rsidRDefault="00E52CEE" w:rsidP="00E52CEE">
      <w:pPr>
        <w:numPr>
          <w:ilvl w:val="0"/>
          <w:numId w:val="32"/>
        </w:numPr>
        <w:spacing w:line="360" w:lineRule="auto"/>
        <w:jc w:val="both"/>
      </w:pPr>
      <w:r w:rsidRPr="00B71068">
        <w:rPr>
          <w:szCs w:val="20"/>
        </w:rPr>
        <w:t>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E52CEE" w:rsidRPr="00B71068" w:rsidTr="00F01B33">
        <w:tc>
          <w:tcPr>
            <w:tcW w:w="425" w:type="dxa"/>
          </w:tcPr>
          <w:p w:rsidR="00E52CEE" w:rsidRPr="00B71068" w:rsidRDefault="00E52CEE" w:rsidP="00F01B33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1</w:t>
            </w:r>
          </w:p>
        </w:tc>
        <w:tc>
          <w:tcPr>
            <w:tcW w:w="8221" w:type="dxa"/>
          </w:tcPr>
          <w:p w:rsidR="00E52CEE" w:rsidRPr="00B71068" w:rsidRDefault="00E52CEE" w:rsidP="00F01B33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  <w:tr w:rsidR="00E52CEE" w:rsidRPr="00B71068" w:rsidTr="00F01B33">
        <w:tc>
          <w:tcPr>
            <w:tcW w:w="425" w:type="dxa"/>
          </w:tcPr>
          <w:p w:rsidR="00E52CEE" w:rsidRPr="00B71068" w:rsidRDefault="00E52CEE" w:rsidP="00F01B33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2</w:t>
            </w:r>
          </w:p>
        </w:tc>
        <w:tc>
          <w:tcPr>
            <w:tcW w:w="8221" w:type="dxa"/>
          </w:tcPr>
          <w:p w:rsidR="00E52CEE" w:rsidRPr="00B71068" w:rsidRDefault="00E52CEE" w:rsidP="00F01B33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  <w:tr w:rsidR="00E52CEE" w:rsidRPr="00B71068" w:rsidTr="00F01B33">
        <w:tc>
          <w:tcPr>
            <w:tcW w:w="425" w:type="dxa"/>
          </w:tcPr>
          <w:p w:rsidR="00E52CEE" w:rsidRPr="00B71068" w:rsidRDefault="00E52CEE" w:rsidP="00F01B33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3</w:t>
            </w:r>
          </w:p>
        </w:tc>
        <w:tc>
          <w:tcPr>
            <w:tcW w:w="8221" w:type="dxa"/>
          </w:tcPr>
          <w:p w:rsidR="00E52CEE" w:rsidRPr="00B71068" w:rsidRDefault="00E52CEE" w:rsidP="00F01B33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  <w:tr w:rsidR="00E52CEE" w:rsidRPr="00B71068" w:rsidTr="00F01B33">
        <w:tc>
          <w:tcPr>
            <w:tcW w:w="425" w:type="dxa"/>
          </w:tcPr>
          <w:p w:rsidR="00E52CEE" w:rsidRPr="00B71068" w:rsidRDefault="00E52CEE" w:rsidP="00F01B33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4</w:t>
            </w:r>
          </w:p>
        </w:tc>
        <w:tc>
          <w:tcPr>
            <w:tcW w:w="8221" w:type="dxa"/>
          </w:tcPr>
          <w:p w:rsidR="00E52CEE" w:rsidRPr="00B71068" w:rsidRDefault="00E52CEE" w:rsidP="00F01B33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</w:tbl>
    <w:p w:rsidR="00E52CEE" w:rsidRPr="00B71068" w:rsidRDefault="00E52CEE" w:rsidP="00E52CEE">
      <w:pPr>
        <w:spacing w:line="360" w:lineRule="auto"/>
        <w:ind w:left="426"/>
        <w:jc w:val="both"/>
        <w:rPr>
          <w:szCs w:val="20"/>
        </w:rPr>
      </w:pPr>
      <w:r w:rsidRPr="00B71068">
        <w:rPr>
          <w:szCs w:val="20"/>
        </w:rPr>
        <w:t>pozostałe dokumenty, o których mowa w Specyfikacji Istotnych Warunków Zamówienia,</w:t>
      </w:r>
    </w:p>
    <w:p w:rsidR="00E52CEE" w:rsidRPr="00B71068" w:rsidRDefault="00E52CEE" w:rsidP="00E52CEE">
      <w:pPr>
        <w:spacing w:line="360" w:lineRule="auto"/>
        <w:ind w:firstLine="496"/>
        <w:jc w:val="both"/>
        <w:rPr>
          <w:szCs w:val="20"/>
        </w:rPr>
      </w:pPr>
      <w:r w:rsidRPr="00B71068">
        <w:rPr>
          <w:szCs w:val="20"/>
        </w:rPr>
        <w:t>inne ................................................................. .</w:t>
      </w:r>
    </w:p>
    <w:p w:rsidR="00E52CEE" w:rsidRPr="00B71068" w:rsidRDefault="00E52CEE" w:rsidP="00E52CEE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Cs w:val="20"/>
        </w:rPr>
      </w:pPr>
      <w:r w:rsidRPr="00B71068">
        <w:rPr>
          <w:szCs w:val="20"/>
          <w:u w:val="dotted"/>
        </w:rPr>
        <w:tab/>
      </w:r>
      <w:r w:rsidRPr="00B71068">
        <w:rPr>
          <w:szCs w:val="20"/>
        </w:rPr>
        <w:t xml:space="preserve"> dnia </w:t>
      </w:r>
      <w:r w:rsidRPr="00B71068">
        <w:rPr>
          <w:szCs w:val="20"/>
          <w:u w:val="dotted"/>
        </w:rPr>
        <w:tab/>
      </w:r>
      <w:r w:rsidRPr="00B71068">
        <w:rPr>
          <w:szCs w:val="20"/>
        </w:rPr>
        <w:tab/>
      </w:r>
      <w:r w:rsidRPr="00B71068">
        <w:rPr>
          <w:szCs w:val="20"/>
          <w:u w:val="dotted"/>
        </w:rPr>
        <w:tab/>
      </w:r>
    </w:p>
    <w:p w:rsidR="00E52CEE" w:rsidRPr="00B71068" w:rsidRDefault="00E52CEE" w:rsidP="00E52CEE">
      <w:pPr>
        <w:ind w:left="5529"/>
        <w:jc w:val="center"/>
        <w:rPr>
          <w:szCs w:val="20"/>
        </w:rPr>
      </w:pPr>
      <w:r w:rsidRPr="00B71068">
        <w:rPr>
          <w:szCs w:val="20"/>
          <w:vertAlign w:val="superscript"/>
        </w:rPr>
        <w:t>podpis osoby uprawnionej do składania oświadczeń woli w imieniu wykonawcy</w:t>
      </w:r>
    </w:p>
    <w:p w:rsidR="00E52CEE" w:rsidRPr="00B71068" w:rsidRDefault="00E52CEE" w:rsidP="00E52CEE">
      <w:pPr>
        <w:spacing w:line="360" w:lineRule="auto"/>
        <w:ind w:left="1701" w:hanging="1701"/>
        <w:jc w:val="both"/>
        <w:rPr>
          <w:sz w:val="20"/>
          <w:szCs w:val="20"/>
        </w:rPr>
      </w:pPr>
    </w:p>
    <w:p w:rsidR="00E52CEE" w:rsidRPr="00B71068" w:rsidRDefault="00E52CEE" w:rsidP="00E52CEE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>adres email do korespondencji:</w:t>
      </w:r>
    </w:p>
    <w:p w:rsidR="00E52CEE" w:rsidRPr="00B71068" w:rsidRDefault="00E52CEE" w:rsidP="00E52CEE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>………………………………………………..</w:t>
      </w:r>
    </w:p>
    <w:p w:rsidR="00E52CEE" w:rsidRPr="00B71068" w:rsidRDefault="00E52CEE" w:rsidP="00E52CEE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>Nr tel.</w:t>
      </w:r>
    </w:p>
    <w:p w:rsidR="00E52CEE" w:rsidRPr="00B71068" w:rsidRDefault="00E52CEE" w:rsidP="00E52CEE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>………………………………………………..</w:t>
      </w:r>
    </w:p>
    <w:p w:rsidR="00E52CEE" w:rsidRPr="00B71068" w:rsidRDefault="00E52CEE" w:rsidP="00E52CEE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 xml:space="preserve">Nr </w:t>
      </w:r>
      <w:proofErr w:type="spellStart"/>
      <w:r w:rsidRPr="00B71068">
        <w:rPr>
          <w:sz w:val="20"/>
          <w:szCs w:val="20"/>
        </w:rPr>
        <w:t>faxu</w:t>
      </w:r>
      <w:proofErr w:type="spellEnd"/>
    </w:p>
    <w:p w:rsidR="00E52CEE" w:rsidRPr="00B71068" w:rsidRDefault="00E52CEE" w:rsidP="00E52CEE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>………………………………………………..</w:t>
      </w:r>
    </w:p>
    <w:p w:rsidR="00E54E5A" w:rsidRDefault="00E54E5A" w:rsidP="00E52CEE">
      <w:pPr>
        <w:spacing w:line="360" w:lineRule="auto"/>
        <w:ind w:left="76"/>
        <w:jc w:val="both"/>
      </w:pPr>
      <w:bookmarkStart w:id="0" w:name="_GoBack"/>
      <w:bookmarkEnd w:id="0"/>
    </w:p>
    <w:sectPr w:rsidR="00E54E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071" w:rsidRDefault="00166071">
      <w:r>
        <w:separator/>
      </w:r>
    </w:p>
  </w:endnote>
  <w:endnote w:type="continuationSeparator" w:id="0">
    <w:p w:rsidR="00166071" w:rsidRDefault="00166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52CEE">
      <w:rPr>
        <w:rStyle w:val="Numerstrony"/>
        <w:noProof/>
      </w:rPr>
      <w:t>4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071" w:rsidRDefault="00166071">
      <w:r>
        <w:separator/>
      </w:r>
    </w:p>
  </w:footnote>
  <w:footnote w:type="continuationSeparator" w:id="0">
    <w:p w:rsidR="00166071" w:rsidRDefault="00166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04AC61F2"/>
    <w:multiLevelType w:val="hybridMultilevel"/>
    <w:tmpl w:val="98A6B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D7D719C"/>
    <w:multiLevelType w:val="hybridMultilevel"/>
    <w:tmpl w:val="64E645A4"/>
    <w:lvl w:ilvl="0" w:tplc="E01AD544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1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7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D5743AC"/>
    <w:multiLevelType w:val="hybridMultilevel"/>
    <w:tmpl w:val="D2EC23D8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2"/>
  </w:num>
  <w:num w:numId="2">
    <w:abstractNumId w:val="22"/>
  </w:num>
  <w:num w:numId="3">
    <w:abstractNumId w:val="24"/>
  </w:num>
  <w:num w:numId="4">
    <w:abstractNumId w:val="7"/>
  </w:num>
  <w:num w:numId="5">
    <w:abstractNumId w:val="27"/>
  </w:num>
  <w:num w:numId="6">
    <w:abstractNumId w:val="8"/>
  </w:num>
  <w:num w:numId="7">
    <w:abstractNumId w:val="9"/>
  </w:num>
  <w:num w:numId="8">
    <w:abstractNumId w:val="30"/>
  </w:num>
  <w:num w:numId="9">
    <w:abstractNumId w:val="6"/>
  </w:num>
  <w:num w:numId="10">
    <w:abstractNumId w:val="29"/>
  </w:num>
  <w:num w:numId="11">
    <w:abstractNumId w:val="26"/>
  </w:num>
  <w:num w:numId="12">
    <w:abstractNumId w:val="14"/>
  </w:num>
  <w:num w:numId="13">
    <w:abstractNumId w:val="25"/>
  </w:num>
  <w:num w:numId="14">
    <w:abstractNumId w:val="34"/>
  </w:num>
  <w:num w:numId="15">
    <w:abstractNumId w:val="23"/>
  </w:num>
  <w:num w:numId="16">
    <w:abstractNumId w:val="33"/>
  </w:num>
  <w:num w:numId="17">
    <w:abstractNumId w:val="13"/>
  </w:num>
  <w:num w:numId="18">
    <w:abstractNumId w:val="17"/>
  </w:num>
  <w:num w:numId="19">
    <w:abstractNumId w:val="32"/>
  </w:num>
  <w:num w:numId="20">
    <w:abstractNumId w:val="3"/>
  </w:num>
  <w:num w:numId="21">
    <w:abstractNumId w:val="28"/>
  </w:num>
  <w:num w:numId="22">
    <w:abstractNumId w:val="4"/>
  </w:num>
  <w:num w:numId="23">
    <w:abstractNumId w:val="15"/>
  </w:num>
  <w:num w:numId="24">
    <w:abstractNumId w:val="31"/>
  </w:num>
  <w:num w:numId="25">
    <w:abstractNumId w:val="10"/>
  </w:num>
  <w:num w:numId="26">
    <w:abstractNumId w:val="16"/>
  </w:num>
  <w:num w:numId="27">
    <w:abstractNumId w:val="21"/>
  </w:num>
  <w:num w:numId="28">
    <w:abstractNumId w:val="18"/>
  </w:num>
  <w:num w:numId="29">
    <w:abstractNumId w:val="5"/>
  </w:num>
  <w:num w:numId="30">
    <w:abstractNumId w:val="19"/>
  </w:num>
  <w:num w:numId="31">
    <w:abstractNumId w:val="2"/>
  </w:num>
  <w:num w:numId="32">
    <w:abstractNumId w:val="35"/>
  </w:num>
  <w:num w:numId="33">
    <w:abstractNumId w:val="20"/>
  </w:num>
  <w:num w:numId="34">
    <w:abstractNumId w:val="0"/>
  </w:num>
  <w:num w:numId="35">
    <w:abstractNumId w:val="1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BA"/>
    <w:rsid w:val="00057A08"/>
    <w:rsid w:val="000F18FA"/>
    <w:rsid w:val="001302C0"/>
    <w:rsid w:val="00137360"/>
    <w:rsid w:val="00166071"/>
    <w:rsid w:val="001675BF"/>
    <w:rsid w:val="00306360"/>
    <w:rsid w:val="003440B4"/>
    <w:rsid w:val="00353120"/>
    <w:rsid w:val="00354AC4"/>
    <w:rsid w:val="00547289"/>
    <w:rsid w:val="00590CCD"/>
    <w:rsid w:val="00637863"/>
    <w:rsid w:val="0066059E"/>
    <w:rsid w:val="006703E0"/>
    <w:rsid w:val="00670FBA"/>
    <w:rsid w:val="00703495"/>
    <w:rsid w:val="00733F44"/>
    <w:rsid w:val="00807B0B"/>
    <w:rsid w:val="008A0597"/>
    <w:rsid w:val="008C2797"/>
    <w:rsid w:val="00987E7A"/>
    <w:rsid w:val="00A24670"/>
    <w:rsid w:val="00A95AC8"/>
    <w:rsid w:val="00B21345"/>
    <w:rsid w:val="00B34A23"/>
    <w:rsid w:val="00B4747F"/>
    <w:rsid w:val="00C33979"/>
    <w:rsid w:val="00C57DDD"/>
    <w:rsid w:val="00C9585E"/>
    <w:rsid w:val="00C96A96"/>
    <w:rsid w:val="00CA3EEB"/>
    <w:rsid w:val="00DA136F"/>
    <w:rsid w:val="00E21A2D"/>
    <w:rsid w:val="00E52CEE"/>
    <w:rsid w:val="00E54E5A"/>
    <w:rsid w:val="00E575C1"/>
    <w:rsid w:val="00E82355"/>
    <w:rsid w:val="00EB3C67"/>
    <w:rsid w:val="00ED2F07"/>
    <w:rsid w:val="00F0167D"/>
    <w:rsid w:val="00F05F2F"/>
    <w:rsid w:val="00F46EEC"/>
    <w:rsid w:val="00F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531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531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812AA-2A3A-4097-99F9-4F4DC39B6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134</TotalTime>
  <Pages>4</Pages>
  <Words>620</Words>
  <Characters>5174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5783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Slawomir Baum</dc:creator>
  <cp:lastModifiedBy>Marta Urgacz</cp:lastModifiedBy>
  <cp:revision>11</cp:revision>
  <cp:lastPrinted>2017-10-24T09:26:00Z</cp:lastPrinted>
  <dcterms:created xsi:type="dcterms:W3CDTF">2017-10-11T05:18:00Z</dcterms:created>
  <dcterms:modified xsi:type="dcterms:W3CDTF">2017-11-06T10:21:00Z</dcterms:modified>
</cp:coreProperties>
</file>